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36465" w14:textId="77777777" w:rsidR="00F02AE0" w:rsidRPr="00F02AE0" w:rsidRDefault="00F02AE0" w:rsidP="00F02AE0">
      <w:pPr>
        <w:jc w:val="center"/>
        <w:rPr>
          <w:rFonts w:cs="Arial"/>
          <w:b/>
          <w:i/>
          <w:iCs/>
        </w:rPr>
      </w:pPr>
      <w:r w:rsidRPr="00F02AE0">
        <w:rPr>
          <w:rFonts w:cs="Arial"/>
          <w:b/>
          <w:iCs/>
        </w:rPr>
        <w:t xml:space="preserve">CONSTANCIA DE RECIBO A SATISFACCIÓN </w:t>
      </w:r>
    </w:p>
    <w:p w14:paraId="0A7F47FE" w14:textId="77777777" w:rsidR="00F02AE0" w:rsidRPr="00F02AE0" w:rsidRDefault="00F02AE0" w:rsidP="00F02AE0">
      <w:pPr>
        <w:jc w:val="center"/>
        <w:rPr>
          <w:rFonts w:cs="Arial"/>
          <w:b/>
          <w:i/>
          <w:iCs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870"/>
      </w:tblGrid>
      <w:tr w:rsidR="00F02AE0" w:rsidRPr="00F02AE0" w14:paraId="68E8D565" w14:textId="77777777" w:rsidTr="00664D2D">
        <w:tc>
          <w:tcPr>
            <w:tcW w:w="8870" w:type="dxa"/>
          </w:tcPr>
          <w:p w14:paraId="4FF99D52" w14:textId="77777777" w:rsidR="00F02AE0" w:rsidRPr="00F02AE0" w:rsidRDefault="00F02AE0" w:rsidP="00664D2D">
            <w:pPr>
              <w:rPr>
                <w:rFonts w:cs="Arial"/>
                <w:b/>
                <w:i/>
                <w:iCs/>
                <w:sz w:val="22"/>
                <w:szCs w:val="22"/>
              </w:rPr>
            </w:pPr>
            <w:r w:rsidRPr="00F02AE0">
              <w:rPr>
                <w:rFonts w:cs="Arial"/>
                <w:b/>
                <w:iCs/>
                <w:sz w:val="22"/>
                <w:szCs w:val="22"/>
              </w:rPr>
              <w:t>Nombre del contratista e identificación:</w:t>
            </w:r>
          </w:p>
          <w:p w14:paraId="36154445" w14:textId="77777777" w:rsidR="00F02AE0" w:rsidRPr="00F02AE0" w:rsidRDefault="00F02AE0" w:rsidP="00664D2D">
            <w:pPr>
              <w:rPr>
                <w:rFonts w:cs="Arial"/>
                <w:b/>
                <w:i/>
                <w:iCs/>
                <w:sz w:val="22"/>
                <w:szCs w:val="22"/>
              </w:rPr>
            </w:pPr>
            <w:r w:rsidRPr="00F02AE0">
              <w:rPr>
                <w:rFonts w:cs="Arial"/>
                <w:b/>
                <w:iCs/>
                <w:sz w:val="22"/>
                <w:szCs w:val="22"/>
              </w:rPr>
              <w:t xml:space="preserve">No. de identificación: </w:t>
            </w:r>
          </w:p>
        </w:tc>
      </w:tr>
    </w:tbl>
    <w:p w14:paraId="474F64B9" w14:textId="77777777" w:rsidR="00F02AE0" w:rsidRPr="00F02AE0" w:rsidRDefault="00F02AE0" w:rsidP="00F02AE0">
      <w:pPr>
        <w:rPr>
          <w:rFonts w:cs="Arial"/>
          <w:i/>
          <w:iCs/>
        </w:rPr>
      </w:pPr>
    </w:p>
    <w:p w14:paraId="4BD7EFAA" w14:textId="77777777" w:rsidR="00F02AE0" w:rsidRPr="00F02AE0" w:rsidRDefault="00F02AE0" w:rsidP="00F02AE0">
      <w:pPr>
        <w:pStyle w:val="Sinespaciado"/>
        <w:rPr>
          <w:rFonts w:ascii="Verdana" w:hAnsi="Verdana" w:cs="Arial"/>
          <w:b/>
          <w:bCs/>
          <w:i w:val="0"/>
          <w:iCs/>
          <w:sz w:val="22"/>
          <w:szCs w:val="22"/>
        </w:rPr>
      </w:pP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INFORMACION DEL CONTRATO</w:t>
      </w:r>
    </w:p>
    <w:p w14:paraId="36121A29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</w:p>
    <w:p w14:paraId="6F8262B8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Contrato No.: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_________</w:t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Orden No.: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_________</w:t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Fecha: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XXXX-XX-XX</w:t>
      </w:r>
    </w:p>
    <w:p w14:paraId="78122626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Adición Número: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________</w:t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Otro SI No.: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____</w:t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Plazo del: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XXXX-XX-XX al </w:t>
      </w:r>
      <w:r w:rsidRPr="00F02AE0">
        <w:rPr>
          <w:rFonts w:ascii="Verdana" w:hAnsi="Verdana" w:cs="Arial"/>
          <w:bCs/>
          <w:i w:val="0"/>
          <w:iCs/>
          <w:sz w:val="22"/>
          <w:szCs w:val="22"/>
        </w:rPr>
        <w:t>XXXX-XX-XX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</w:t>
      </w:r>
    </w:p>
    <w:p w14:paraId="6B4E8300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Valor del contrato: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$ _______________</w:t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Registro presupuestal No: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_____ del XXX-XX-XX</w:t>
      </w:r>
    </w:p>
    <w:p w14:paraId="3E04994D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Fecha aprobación póliza: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XXXX-XX-XX</w:t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 xml:space="preserve">No. Factura y valor mensual: </w:t>
      </w:r>
      <w:r w:rsidRPr="00F02AE0">
        <w:rPr>
          <w:rFonts w:ascii="Verdana" w:hAnsi="Verdana" w:cs="Arial"/>
          <w:i w:val="0"/>
          <w:iCs/>
          <w:sz w:val="22"/>
          <w:szCs w:val="22"/>
        </w:rPr>
        <w:t>_____________</w:t>
      </w:r>
    </w:p>
    <w:p w14:paraId="5179F404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Número: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N/A</w:t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Fecha: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N/A</w:t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Valor $: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______________</w:t>
      </w:r>
    </w:p>
    <w:p w14:paraId="4E931D83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870"/>
      </w:tblGrid>
      <w:tr w:rsidR="00F02AE0" w:rsidRPr="00F02AE0" w14:paraId="79C54AAB" w14:textId="77777777" w:rsidTr="00664D2D">
        <w:tc>
          <w:tcPr>
            <w:tcW w:w="8870" w:type="dxa"/>
          </w:tcPr>
          <w:p w14:paraId="7CDFFF2E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b/>
                <w:bCs/>
                <w:i w:val="0"/>
                <w:iCs/>
                <w:sz w:val="22"/>
                <w:szCs w:val="22"/>
              </w:rPr>
            </w:pPr>
            <w:r w:rsidRPr="00F02AE0">
              <w:rPr>
                <w:rFonts w:ascii="Verdana" w:hAnsi="Verdana" w:cs="Arial"/>
                <w:b/>
                <w:bCs/>
                <w:i w:val="0"/>
                <w:iCs/>
                <w:sz w:val="22"/>
                <w:szCs w:val="22"/>
              </w:rPr>
              <w:t>Objeto del contrato:</w:t>
            </w:r>
          </w:p>
          <w:p w14:paraId="384D8AB0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b/>
                <w:bCs/>
                <w:i w:val="0"/>
                <w:iCs/>
                <w:sz w:val="22"/>
                <w:szCs w:val="22"/>
              </w:rPr>
            </w:pPr>
          </w:p>
          <w:p w14:paraId="11CE48E6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b/>
                <w:bCs/>
                <w:i w:val="0"/>
                <w:iCs/>
                <w:sz w:val="22"/>
                <w:szCs w:val="22"/>
              </w:rPr>
            </w:pPr>
          </w:p>
          <w:p w14:paraId="31CF538E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b/>
                <w:bCs/>
                <w:i w:val="0"/>
                <w:iCs/>
                <w:sz w:val="22"/>
                <w:szCs w:val="22"/>
              </w:rPr>
            </w:pPr>
          </w:p>
        </w:tc>
      </w:tr>
    </w:tbl>
    <w:p w14:paraId="20CE8B64" w14:textId="77777777" w:rsidR="00F02AE0" w:rsidRPr="00F02AE0" w:rsidRDefault="00F02AE0" w:rsidP="00F02AE0">
      <w:pPr>
        <w:pStyle w:val="Sinespaciado"/>
        <w:rPr>
          <w:rFonts w:ascii="Verdana" w:hAnsi="Verdana" w:cs="Arial"/>
          <w:b/>
          <w:bCs/>
          <w:i w:val="0"/>
          <w:iCs/>
          <w:sz w:val="22"/>
          <w:szCs w:val="22"/>
        </w:rPr>
      </w:pPr>
    </w:p>
    <w:p w14:paraId="2EC64C2D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Periodo del servicio que sé está certificando:</w:t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 xml:space="preserve">Del 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   XXXX-XX-XX          </w:t>
      </w: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al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       XXX-XX-XX</w:t>
      </w:r>
    </w:p>
    <w:p w14:paraId="086533D1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Este certificado corresponde al:</w:t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i w:val="0"/>
          <w:iCs/>
          <w:color w:val="FF0000"/>
          <w:sz w:val="22"/>
          <w:szCs w:val="22"/>
        </w:rPr>
        <w:t>1 de X</w:t>
      </w:r>
    </w:p>
    <w:p w14:paraId="2D8187C2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</w:p>
    <w:p w14:paraId="5D41E51B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Porcentaje Ejecutado en el Periodo:</w:t>
      </w:r>
      <w:r w:rsidRPr="00F02AE0">
        <w:rPr>
          <w:rFonts w:ascii="Verdana" w:hAnsi="Verdana" w:cs="Arial"/>
          <w:i w:val="0"/>
          <w:iCs/>
          <w:sz w:val="22"/>
          <w:szCs w:val="22"/>
        </w:rPr>
        <w:tab/>
      </w:r>
      <w:r w:rsidRPr="00F02AE0">
        <w:rPr>
          <w:rFonts w:ascii="Verdana" w:hAnsi="Verdana" w:cs="Arial"/>
          <w:i w:val="0"/>
          <w:iCs/>
          <w:color w:val="FF0000"/>
          <w:sz w:val="22"/>
          <w:szCs w:val="22"/>
        </w:rPr>
        <w:t>12.62</w:t>
      </w:r>
      <w:r w:rsidRPr="00F02AE0">
        <w:rPr>
          <w:rFonts w:ascii="Verdana" w:hAnsi="Verdana" w:cs="Arial"/>
          <w:i w:val="0"/>
          <w:iCs/>
          <w:sz w:val="22"/>
          <w:szCs w:val="22"/>
        </w:rPr>
        <w:t>%</w:t>
      </w:r>
    </w:p>
    <w:p w14:paraId="43FF2F86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b/>
          <w:bCs/>
          <w:i w:val="0"/>
          <w:iCs/>
          <w:sz w:val="22"/>
          <w:szCs w:val="22"/>
        </w:rPr>
        <w:t>Porcentaje de Ejecución Acumulado:</w:t>
      </w:r>
      <w:r w:rsidRPr="00F02AE0">
        <w:rPr>
          <w:rFonts w:ascii="Verdana" w:hAnsi="Verdana" w:cs="Arial"/>
          <w:i w:val="0"/>
          <w:iCs/>
          <w:sz w:val="22"/>
          <w:szCs w:val="22"/>
        </w:rPr>
        <w:t xml:space="preserve">             </w:t>
      </w:r>
      <w:r w:rsidRPr="00F02AE0">
        <w:rPr>
          <w:rFonts w:ascii="Verdana" w:hAnsi="Verdana" w:cs="Arial"/>
          <w:i w:val="0"/>
          <w:iCs/>
          <w:color w:val="FF0000"/>
          <w:sz w:val="22"/>
          <w:szCs w:val="22"/>
        </w:rPr>
        <w:t>12.62</w:t>
      </w:r>
      <w:r w:rsidRPr="00F02AE0">
        <w:rPr>
          <w:rFonts w:ascii="Verdana" w:hAnsi="Verdana" w:cs="Arial"/>
          <w:i w:val="0"/>
          <w:iCs/>
          <w:sz w:val="22"/>
          <w:szCs w:val="22"/>
        </w:rPr>
        <w:t>%</w:t>
      </w:r>
    </w:p>
    <w:p w14:paraId="2FCF050B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870"/>
      </w:tblGrid>
      <w:tr w:rsidR="00F02AE0" w:rsidRPr="00F02AE0" w14:paraId="3D4A51BD" w14:textId="77777777" w:rsidTr="00664D2D">
        <w:tc>
          <w:tcPr>
            <w:tcW w:w="8870" w:type="dxa"/>
          </w:tcPr>
          <w:p w14:paraId="340136E9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b/>
                <w:bCs/>
                <w:i w:val="0"/>
                <w:iCs/>
                <w:sz w:val="22"/>
                <w:szCs w:val="22"/>
              </w:rPr>
            </w:pPr>
            <w:r w:rsidRPr="00F02AE0">
              <w:rPr>
                <w:rFonts w:ascii="Verdana" w:hAnsi="Verdana" w:cs="Arial"/>
                <w:b/>
                <w:bCs/>
                <w:i w:val="0"/>
                <w:iCs/>
                <w:sz w:val="22"/>
                <w:szCs w:val="22"/>
              </w:rPr>
              <w:t>Documentos que soportan el servicio prestado:</w:t>
            </w:r>
          </w:p>
          <w:p w14:paraId="2DA4602A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i w:val="0"/>
                <w:iCs/>
                <w:sz w:val="22"/>
                <w:szCs w:val="22"/>
              </w:rPr>
            </w:pPr>
          </w:p>
          <w:p w14:paraId="1609E4BB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i w:val="0"/>
                <w:iCs/>
                <w:sz w:val="22"/>
                <w:szCs w:val="22"/>
              </w:rPr>
            </w:pPr>
          </w:p>
          <w:p w14:paraId="149899A0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i w:val="0"/>
                <w:iCs/>
                <w:sz w:val="22"/>
                <w:szCs w:val="22"/>
              </w:rPr>
            </w:pPr>
          </w:p>
        </w:tc>
      </w:tr>
    </w:tbl>
    <w:p w14:paraId="672E857E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870"/>
      </w:tblGrid>
      <w:tr w:rsidR="00F02AE0" w:rsidRPr="00F02AE0" w14:paraId="2367406B" w14:textId="77777777" w:rsidTr="00664D2D">
        <w:tc>
          <w:tcPr>
            <w:tcW w:w="8870" w:type="dxa"/>
          </w:tcPr>
          <w:p w14:paraId="7EC417B3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b/>
                <w:bCs/>
                <w:i w:val="0"/>
                <w:iCs/>
                <w:sz w:val="22"/>
                <w:szCs w:val="22"/>
              </w:rPr>
            </w:pPr>
            <w:r w:rsidRPr="00F02AE0">
              <w:rPr>
                <w:rFonts w:ascii="Verdana" w:hAnsi="Verdana" w:cs="Arial"/>
                <w:b/>
                <w:bCs/>
                <w:i w:val="0"/>
                <w:iCs/>
                <w:sz w:val="22"/>
                <w:szCs w:val="22"/>
              </w:rPr>
              <w:t>Cumplimiento del Servicio:</w:t>
            </w:r>
          </w:p>
          <w:p w14:paraId="43CE2191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i w:val="0"/>
                <w:iCs/>
                <w:sz w:val="22"/>
                <w:szCs w:val="22"/>
              </w:rPr>
            </w:pPr>
          </w:p>
          <w:p w14:paraId="55EA951C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i w:val="0"/>
                <w:iCs/>
                <w:sz w:val="22"/>
                <w:szCs w:val="22"/>
              </w:rPr>
            </w:pPr>
          </w:p>
        </w:tc>
      </w:tr>
    </w:tbl>
    <w:p w14:paraId="4B1F1C44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870"/>
      </w:tblGrid>
      <w:tr w:rsidR="00F02AE0" w:rsidRPr="00F02AE0" w14:paraId="036E858E" w14:textId="77777777" w:rsidTr="00664D2D">
        <w:tc>
          <w:tcPr>
            <w:tcW w:w="8870" w:type="dxa"/>
          </w:tcPr>
          <w:p w14:paraId="038C3CEA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b/>
                <w:bCs/>
                <w:i w:val="0"/>
                <w:iCs/>
                <w:sz w:val="22"/>
                <w:szCs w:val="22"/>
              </w:rPr>
            </w:pPr>
            <w:r w:rsidRPr="00F02AE0">
              <w:rPr>
                <w:rFonts w:ascii="Verdana" w:hAnsi="Verdana" w:cs="Arial"/>
                <w:b/>
                <w:bCs/>
                <w:i w:val="0"/>
                <w:iCs/>
                <w:sz w:val="22"/>
                <w:szCs w:val="22"/>
              </w:rPr>
              <w:t>Observaciones:</w:t>
            </w:r>
          </w:p>
          <w:p w14:paraId="3609992D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i w:val="0"/>
                <w:iCs/>
                <w:sz w:val="22"/>
                <w:szCs w:val="22"/>
              </w:rPr>
            </w:pPr>
          </w:p>
          <w:p w14:paraId="294627B8" w14:textId="77777777" w:rsidR="00F02AE0" w:rsidRPr="00F02AE0" w:rsidRDefault="00F02AE0" w:rsidP="00664D2D">
            <w:pPr>
              <w:pStyle w:val="Sinespaciado"/>
              <w:rPr>
                <w:rFonts w:ascii="Verdana" w:hAnsi="Verdana" w:cs="Arial"/>
                <w:i w:val="0"/>
                <w:iCs/>
                <w:sz w:val="22"/>
                <w:szCs w:val="22"/>
              </w:rPr>
            </w:pPr>
          </w:p>
        </w:tc>
      </w:tr>
    </w:tbl>
    <w:p w14:paraId="4206458B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</w:p>
    <w:p w14:paraId="05A6BEBD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i w:val="0"/>
          <w:iCs/>
          <w:sz w:val="22"/>
          <w:szCs w:val="22"/>
        </w:rPr>
        <w:t>Dado en Bogotá, DC., en las instalaciones de la U.A.E. Contaduría General de La Nación, el XX de XX de 2022</w:t>
      </w:r>
    </w:p>
    <w:p w14:paraId="68F018F2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</w:p>
    <w:p w14:paraId="5DF9F645" w14:textId="77777777" w:rsidR="00F02AE0" w:rsidRPr="00F02AE0" w:rsidRDefault="00F02AE0" w:rsidP="00F02AE0">
      <w:pPr>
        <w:pStyle w:val="Sinespaciado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i w:val="0"/>
          <w:iCs/>
          <w:sz w:val="22"/>
          <w:szCs w:val="22"/>
        </w:rPr>
        <w:t>Expedido por el supervisor,</w:t>
      </w:r>
    </w:p>
    <w:p w14:paraId="5969A6A8" w14:textId="77777777" w:rsidR="00F02AE0" w:rsidRPr="00F02AE0" w:rsidRDefault="00F02AE0" w:rsidP="00F02AE0">
      <w:pPr>
        <w:pStyle w:val="Sinespaciado"/>
        <w:jc w:val="center"/>
        <w:rPr>
          <w:rFonts w:ascii="Verdana" w:hAnsi="Verdana" w:cs="Arial"/>
          <w:i w:val="0"/>
          <w:iCs/>
          <w:sz w:val="22"/>
          <w:szCs w:val="22"/>
        </w:rPr>
      </w:pPr>
    </w:p>
    <w:p w14:paraId="452B62F5" w14:textId="77777777" w:rsidR="00F02AE0" w:rsidRPr="00F02AE0" w:rsidRDefault="00F02AE0" w:rsidP="00F02AE0">
      <w:pPr>
        <w:pStyle w:val="Sinespaciado"/>
        <w:jc w:val="center"/>
        <w:rPr>
          <w:rFonts w:ascii="Verdana" w:hAnsi="Verdana" w:cs="Arial"/>
          <w:i w:val="0"/>
          <w:iCs/>
          <w:sz w:val="22"/>
          <w:szCs w:val="22"/>
        </w:rPr>
      </w:pPr>
    </w:p>
    <w:p w14:paraId="2C80285F" w14:textId="77777777" w:rsidR="00F02AE0" w:rsidRPr="00F02AE0" w:rsidRDefault="00F02AE0" w:rsidP="00F02AE0">
      <w:pPr>
        <w:pStyle w:val="Sinespaciado"/>
        <w:jc w:val="center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i w:val="0"/>
          <w:iCs/>
          <w:sz w:val="22"/>
          <w:szCs w:val="22"/>
        </w:rPr>
        <w:t>_______________________________________________</w:t>
      </w:r>
    </w:p>
    <w:p w14:paraId="4B999668" w14:textId="77777777" w:rsidR="00F02AE0" w:rsidRPr="00F02AE0" w:rsidRDefault="00F02AE0" w:rsidP="00F02AE0">
      <w:pPr>
        <w:pStyle w:val="Sinespaciado"/>
        <w:jc w:val="center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i w:val="0"/>
          <w:iCs/>
          <w:sz w:val="22"/>
          <w:szCs w:val="22"/>
        </w:rPr>
        <w:t>NOMBRE DEL SUPERVISOR</w:t>
      </w:r>
    </w:p>
    <w:p w14:paraId="5E2C0213" w14:textId="77777777" w:rsidR="00F02AE0" w:rsidRPr="00F02AE0" w:rsidRDefault="00F02AE0" w:rsidP="00F02AE0">
      <w:pPr>
        <w:pStyle w:val="Sinespaciado"/>
        <w:jc w:val="center"/>
        <w:rPr>
          <w:rFonts w:ascii="Verdana" w:hAnsi="Verdana" w:cs="Arial"/>
          <w:i w:val="0"/>
          <w:iCs/>
          <w:sz w:val="22"/>
          <w:szCs w:val="22"/>
        </w:rPr>
      </w:pPr>
      <w:r w:rsidRPr="00F02AE0">
        <w:rPr>
          <w:rFonts w:ascii="Verdana" w:hAnsi="Verdana" w:cs="Arial"/>
          <w:i w:val="0"/>
          <w:iCs/>
          <w:sz w:val="22"/>
          <w:szCs w:val="22"/>
        </w:rPr>
        <w:t>CARGO</w:t>
      </w:r>
    </w:p>
    <w:p w14:paraId="59587B20" w14:textId="77777777" w:rsidR="00F02AE0" w:rsidRPr="00F02AE0" w:rsidRDefault="00F02AE0" w:rsidP="00F02AE0">
      <w:pPr>
        <w:pStyle w:val="Sinespaciado"/>
        <w:jc w:val="center"/>
        <w:rPr>
          <w:rFonts w:ascii="Verdana" w:hAnsi="Verdana" w:cs="Arial"/>
          <w:i w:val="0"/>
          <w:iCs/>
          <w:sz w:val="22"/>
          <w:szCs w:val="22"/>
        </w:rPr>
      </w:pPr>
    </w:p>
    <w:p w14:paraId="4BFBC80B" w14:textId="77777777" w:rsidR="001A072D" w:rsidRPr="00F02AE0" w:rsidRDefault="001A072D" w:rsidP="001A072D"/>
    <w:sectPr w:rsidR="001A072D" w:rsidRPr="00F02AE0" w:rsidSect="000A60D4">
      <w:headerReference w:type="default" r:id="rId7"/>
      <w:footerReference w:type="default" r:id="rId8"/>
      <w:pgSz w:w="12240" w:h="15840"/>
      <w:pgMar w:top="1418" w:right="1134" w:bottom="1418" w:left="1134" w:header="284" w:footer="1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1D54F" w14:textId="77777777" w:rsidR="00E556FA" w:rsidRDefault="00E556FA" w:rsidP="002D348D">
      <w:r>
        <w:separator/>
      </w:r>
    </w:p>
  </w:endnote>
  <w:endnote w:type="continuationSeparator" w:id="0">
    <w:p w14:paraId="06B91250" w14:textId="77777777" w:rsidR="00E556FA" w:rsidRDefault="00E556FA" w:rsidP="002D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E89D3" w14:textId="47266313" w:rsidR="000A60D4" w:rsidRDefault="00E46CB8">
    <w:pPr>
      <w:pStyle w:val="Piedepgina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26B3B79B" wp14:editId="362BC262">
          <wp:simplePos x="0" y="0"/>
          <wp:positionH relativeFrom="column">
            <wp:posOffset>-762000</wp:posOffset>
          </wp:positionH>
          <wp:positionV relativeFrom="paragraph">
            <wp:posOffset>66675</wp:posOffset>
          </wp:positionV>
          <wp:extent cx="7772400" cy="800281"/>
          <wp:effectExtent l="0" t="0" r="0" b="0"/>
          <wp:wrapNone/>
          <wp:docPr id="1730974601" name="image1.png" descr="Interfaz de usuario gráfica, Aplicación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nterfaz de usuario gráfica, Aplicación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72400" cy="80028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D3A3207" w14:textId="7361CDA5" w:rsidR="000A60D4" w:rsidRDefault="000A60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5D6CA" w14:textId="77777777" w:rsidR="00E556FA" w:rsidRDefault="00E556FA" w:rsidP="002D348D">
      <w:r>
        <w:separator/>
      </w:r>
    </w:p>
  </w:footnote>
  <w:footnote w:type="continuationSeparator" w:id="0">
    <w:p w14:paraId="4F03F71D" w14:textId="77777777" w:rsidR="00E556FA" w:rsidRDefault="00E556FA" w:rsidP="002D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826" w:type="pct"/>
      <w:tblInd w:w="142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14"/>
      <w:gridCol w:w="2462"/>
      <w:gridCol w:w="2291"/>
      <w:gridCol w:w="1858"/>
    </w:tblGrid>
    <w:tr w:rsidR="009B1D13" w:rsidRPr="00D90F17" w14:paraId="1E8C1469" w14:textId="77777777" w:rsidTr="003D6BFB">
      <w:trPr>
        <w:trHeight w:val="309"/>
      </w:trPr>
      <w:tc>
        <w:tcPr>
          <w:tcW w:w="5000" w:type="pct"/>
          <w:gridSpan w:val="4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4D610866" w14:textId="77777777" w:rsidR="009B1D13" w:rsidRDefault="009B1D13" w:rsidP="009B1D13">
          <w:pPr>
            <w:jc w:val="center"/>
            <w:rPr>
              <w:b/>
              <w:i/>
            </w:rPr>
          </w:pPr>
          <w:r w:rsidRPr="00937D7D">
            <w:rPr>
              <w:noProof/>
            </w:rPr>
            <w:drawing>
              <wp:inline distT="0" distB="0" distL="0" distR="0" wp14:anchorId="4F61A0B4" wp14:editId="4B82ABCC">
                <wp:extent cx="5581650" cy="963930"/>
                <wp:effectExtent l="0" t="0" r="0" b="0"/>
                <wp:docPr id="303592665" name="Imagen 1" descr="Logotipo, nombre de la empres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3592665" name="Imagen 1" descr="Logotipo, nombre de la empresa&#10;&#10;Descripción generada automáticament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81650" cy="9639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B1D13" w:rsidRPr="00D90F17" w14:paraId="049DB3CB" w14:textId="77777777" w:rsidTr="003D6BFB">
      <w:trPr>
        <w:trHeight w:val="309"/>
      </w:trPr>
      <w:tc>
        <w:tcPr>
          <w:tcW w:w="5000" w:type="pct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EF7D46F" w14:textId="34A8FA4F" w:rsidR="009B1D13" w:rsidRPr="00592B16" w:rsidRDefault="009B1D13" w:rsidP="009B1D13">
          <w:pPr>
            <w:jc w:val="center"/>
            <w:rPr>
              <w:bCs/>
              <w:iCs/>
              <w:lang w:eastAsia="es-CO"/>
            </w:rPr>
          </w:pPr>
          <w:r w:rsidRPr="009B1D13">
            <w:rPr>
              <w:b/>
              <w:iCs/>
            </w:rPr>
            <w:t>CONSTANCIA DE RECIBO A SATISFACCIÓN</w:t>
          </w:r>
        </w:p>
      </w:tc>
    </w:tr>
    <w:tr w:rsidR="009B1D13" w:rsidRPr="00D90F17" w14:paraId="74636820" w14:textId="77777777" w:rsidTr="003D6BFB">
      <w:trPr>
        <w:trHeight w:val="309"/>
      </w:trPr>
      <w:tc>
        <w:tcPr>
          <w:tcW w:w="15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10723D3" w14:textId="77777777" w:rsidR="009B1D13" w:rsidRPr="00592B16" w:rsidRDefault="009B1D13" w:rsidP="009B1D13">
          <w:pPr>
            <w:jc w:val="center"/>
            <w:rPr>
              <w:b/>
              <w:bCs/>
              <w:iCs/>
              <w:lang w:eastAsia="es-CO"/>
            </w:rPr>
          </w:pPr>
          <w:r w:rsidRPr="00592B16">
            <w:rPr>
              <w:b/>
              <w:bCs/>
              <w:iCs/>
              <w:lang w:eastAsia="es-CO"/>
            </w:rPr>
            <w:t>PROCESO:</w:t>
          </w:r>
        </w:p>
      </w:tc>
      <w:tc>
        <w:tcPr>
          <w:tcW w:w="3434" w:type="pct"/>
          <w:gridSpan w:val="3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9F62E84" w14:textId="77777777" w:rsidR="009B1D13" w:rsidRPr="00592B16" w:rsidRDefault="009B1D13" w:rsidP="009B1D13">
          <w:pPr>
            <w:jc w:val="center"/>
            <w:rPr>
              <w:rFonts w:ascii="Montserrat" w:hAnsi="Montserrat"/>
              <w:iCs/>
              <w:lang w:eastAsia="es-CO"/>
            </w:rPr>
          </w:pPr>
          <w:r w:rsidRPr="00592B16">
            <w:rPr>
              <w:iCs/>
            </w:rPr>
            <w:t>GESTIÓN ADMINISTRATIVA</w:t>
          </w:r>
        </w:p>
      </w:tc>
    </w:tr>
    <w:tr w:rsidR="009B1D13" w:rsidRPr="00D90F17" w14:paraId="79C9711C" w14:textId="77777777" w:rsidTr="003D6BFB">
      <w:trPr>
        <w:trHeight w:val="526"/>
      </w:trPr>
      <w:tc>
        <w:tcPr>
          <w:tcW w:w="15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49E7C4D" w14:textId="77777777" w:rsidR="009B1D13" w:rsidRPr="00592B16" w:rsidRDefault="009B1D13" w:rsidP="009B1D13">
          <w:pPr>
            <w:jc w:val="center"/>
            <w:rPr>
              <w:b/>
              <w:bCs/>
              <w:iCs/>
              <w:lang w:eastAsia="es-CO"/>
            </w:rPr>
          </w:pPr>
          <w:r w:rsidRPr="00592B16">
            <w:rPr>
              <w:b/>
              <w:bCs/>
              <w:iCs/>
              <w:lang w:eastAsia="es-CO"/>
            </w:rPr>
            <w:t>FECHA DE APROBACIÓN:</w:t>
          </w:r>
        </w:p>
      </w:tc>
      <w:tc>
        <w:tcPr>
          <w:tcW w:w="1279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F13665E" w14:textId="77777777" w:rsidR="009B1D13" w:rsidRPr="00592B16" w:rsidRDefault="009B1D13" w:rsidP="009B1D13">
          <w:pPr>
            <w:jc w:val="center"/>
            <w:rPr>
              <w:b/>
              <w:bCs/>
              <w:iCs/>
              <w:lang w:eastAsia="es-CO"/>
            </w:rPr>
          </w:pPr>
          <w:r w:rsidRPr="00592B16">
            <w:rPr>
              <w:b/>
              <w:bCs/>
              <w:iCs/>
              <w:lang w:eastAsia="es-CO"/>
            </w:rPr>
            <w:t>CÓDIGO:</w:t>
          </w:r>
        </w:p>
      </w:tc>
      <w:tc>
        <w:tcPr>
          <w:tcW w:w="1190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64B2087" w14:textId="77777777" w:rsidR="009B1D13" w:rsidRPr="00592B16" w:rsidRDefault="009B1D13" w:rsidP="009B1D13">
          <w:pPr>
            <w:jc w:val="center"/>
            <w:rPr>
              <w:b/>
              <w:bCs/>
              <w:iCs/>
              <w:lang w:eastAsia="es-CO"/>
            </w:rPr>
          </w:pPr>
          <w:r w:rsidRPr="00592B16">
            <w:rPr>
              <w:b/>
              <w:bCs/>
              <w:iCs/>
              <w:lang w:eastAsia="es-CO"/>
            </w:rPr>
            <w:t>VERSIÓN:</w:t>
          </w:r>
        </w:p>
      </w:tc>
      <w:tc>
        <w:tcPr>
          <w:tcW w:w="966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B2BC8F7" w14:textId="77777777" w:rsidR="009B1D13" w:rsidRPr="00592B16" w:rsidRDefault="009B1D13" w:rsidP="009B1D13">
          <w:pPr>
            <w:jc w:val="center"/>
            <w:rPr>
              <w:rFonts w:ascii="Montserrat" w:hAnsi="Montserrat"/>
              <w:b/>
              <w:bCs/>
              <w:iCs/>
              <w:lang w:eastAsia="es-CO"/>
            </w:rPr>
          </w:pPr>
          <w:r w:rsidRPr="00592B16">
            <w:rPr>
              <w:b/>
              <w:bCs/>
              <w:iCs/>
              <w:lang w:eastAsia="es-CO"/>
            </w:rPr>
            <w:t>PÁGINA:</w:t>
          </w:r>
        </w:p>
      </w:tc>
    </w:tr>
    <w:tr w:rsidR="009B1D13" w:rsidRPr="00D90F17" w14:paraId="447ECBEA" w14:textId="77777777" w:rsidTr="003D6BFB">
      <w:trPr>
        <w:trHeight w:val="325"/>
      </w:trPr>
      <w:tc>
        <w:tcPr>
          <w:tcW w:w="15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0054704" w14:textId="76501E4A" w:rsidR="009B1D13" w:rsidRPr="00592B16" w:rsidRDefault="007907C6" w:rsidP="009B1D13">
          <w:pPr>
            <w:jc w:val="center"/>
            <w:rPr>
              <w:iCs/>
              <w:lang w:eastAsia="es-CO"/>
            </w:rPr>
          </w:pPr>
          <w:r w:rsidRPr="007907C6">
            <w:rPr>
              <w:rFonts w:cs="Calibri"/>
              <w:iCs/>
              <w:lang w:eastAsia="es-CO"/>
            </w:rPr>
            <w:t>09</w:t>
          </w:r>
          <w:r w:rsidR="009B1D13" w:rsidRPr="007907C6">
            <w:rPr>
              <w:rFonts w:cs="Calibri"/>
              <w:iCs/>
              <w:lang w:eastAsia="es-CO"/>
            </w:rPr>
            <w:t>/</w:t>
          </w:r>
          <w:r w:rsidRPr="007907C6">
            <w:rPr>
              <w:rFonts w:cs="Calibri"/>
              <w:iCs/>
              <w:lang w:eastAsia="es-CO"/>
            </w:rPr>
            <w:t>09</w:t>
          </w:r>
          <w:r w:rsidR="009B1D13" w:rsidRPr="007907C6">
            <w:rPr>
              <w:rFonts w:cs="Calibri"/>
              <w:iCs/>
              <w:lang w:eastAsia="es-CO"/>
            </w:rPr>
            <w:t>/</w:t>
          </w:r>
          <w:r w:rsidR="009B1D13" w:rsidRPr="00592B16">
            <w:rPr>
              <w:rFonts w:cs="Calibri"/>
              <w:iCs/>
              <w:color w:val="000000"/>
              <w:lang w:eastAsia="es-CO"/>
            </w:rPr>
            <w:t>2024</w:t>
          </w:r>
        </w:p>
      </w:tc>
      <w:tc>
        <w:tcPr>
          <w:tcW w:w="1279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5824A6F" w14:textId="2D62602B" w:rsidR="009B1D13" w:rsidRPr="00592B16" w:rsidRDefault="009B1D13" w:rsidP="009B1D13">
          <w:pPr>
            <w:pStyle w:val="TableParagraph"/>
            <w:spacing w:before="30"/>
            <w:ind w:left="182"/>
            <w:jc w:val="center"/>
            <w:rPr>
              <w:iCs/>
              <w:lang w:eastAsia="es-CO"/>
            </w:rPr>
          </w:pPr>
          <w:r w:rsidRPr="009B1D13">
            <w:rPr>
              <w:iCs/>
            </w:rPr>
            <w:t>MAN01-FOR02</w:t>
          </w:r>
        </w:p>
      </w:tc>
      <w:tc>
        <w:tcPr>
          <w:tcW w:w="1190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26E3FF8" w14:textId="4BA3E6EC" w:rsidR="009B1D13" w:rsidRPr="00592B16" w:rsidRDefault="007907C6" w:rsidP="009B1D13">
          <w:pPr>
            <w:jc w:val="center"/>
            <w:rPr>
              <w:iCs/>
              <w:lang w:eastAsia="es-CO"/>
            </w:rPr>
          </w:pPr>
          <w:r>
            <w:rPr>
              <w:iCs/>
              <w:lang w:eastAsia="es-CO"/>
            </w:rPr>
            <w:t>03</w:t>
          </w:r>
        </w:p>
      </w:tc>
      <w:tc>
        <w:tcPr>
          <w:tcW w:w="966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A98D70D" w14:textId="77777777" w:rsidR="009B1D13" w:rsidRPr="00592B16" w:rsidRDefault="009B1D13" w:rsidP="009B1D13">
          <w:pPr>
            <w:jc w:val="center"/>
            <w:rPr>
              <w:rFonts w:ascii="Montserrat" w:hAnsi="Montserrat"/>
              <w:iCs/>
              <w:lang w:eastAsia="es-CO"/>
            </w:rPr>
          </w:pPr>
          <w:r w:rsidRPr="00592B16">
            <w:rPr>
              <w:bCs/>
              <w:iCs/>
              <w:lang w:eastAsia="es-CO"/>
            </w:rPr>
            <w:fldChar w:fldCharType="begin"/>
          </w:r>
          <w:r w:rsidRPr="00592B16">
            <w:rPr>
              <w:bCs/>
              <w:iCs/>
              <w:lang w:eastAsia="es-CO"/>
            </w:rPr>
            <w:instrText>PAGE  \* Arabic  \* MERGEFORMAT</w:instrText>
          </w:r>
          <w:r w:rsidRPr="00592B16">
            <w:rPr>
              <w:bCs/>
              <w:iCs/>
              <w:lang w:eastAsia="es-CO"/>
            </w:rPr>
            <w:fldChar w:fldCharType="separate"/>
          </w:r>
          <w:r w:rsidRPr="00592B16">
            <w:rPr>
              <w:bCs/>
              <w:iCs/>
              <w:noProof/>
              <w:lang w:eastAsia="es-CO"/>
            </w:rPr>
            <w:t>2</w:t>
          </w:r>
          <w:r w:rsidRPr="00592B16">
            <w:rPr>
              <w:bCs/>
              <w:iCs/>
              <w:lang w:eastAsia="es-CO"/>
            </w:rPr>
            <w:fldChar w:fldCharType="end"/>
          </w:r>
          <w:r w:rsidRPr="00592B16">
            <w:rPr>
              <w:iCs/>
              <w:lang w:eastAsia="es-CO"/>
            </w:rPr>
            <w:t xml:space="preserve"> de </w:t>
          </w:r>
          <w:r w:rsidRPr="00592B16">
            <w:rPr>
              <w:bCs/>
              <w:iCs/>
              <w:lang w:eastAsia="es-CO"/>
            </w:rPr>
            <w:fldChar w:fldCharType="begin"/>
          </w:r>
          <w:r w:rsidRPr="00592B16">
            <w:rPr>
              <w:bCs/>
              <w:iCs/>
              <w:lang w:eastAsia="es-CO"/>
            </w:rPr>
            <w:instrText>NUMPAGES  \* Arabic  \* MERGEFORMAT</w:instrText>
          </w:r>
          <w:r w:rsidRPr="00592B16">
            <w:rPr>
              <w:bCs/>
              <w:iCs/>
              <w:lang w:eastAsia="es-CO"/>
            </w:rPr>
            <w:fldChar w:fldCharType="separate"/>
          </w:r>
          <w:r w:rsidRPr="00592B16">
            <w:rPr>
              <w:bCs/>
              <w:iCs/>
              <w:noProof/>
              <w:lang w:eastAsia="es-CO"/>
            </w:rPr>
            <w:t>2</w:t>
          </w:r>
          <w:r w:rsidRPr="00592B16">
            <w:rPr>
              <w:bCs/>
              <w:iCs/>
              <w:lang w:eastAsia="es-CO"/>
            </w:rPr>
            <w:fldChar w:fldCharType="end"/>
          </w:r>
        </w:p>
      </w:tc>
    </w:tr>
  </w:tbl>
  <w:p w14:paraId="2EBDADC8" w14:textId="3B18BC7D" w:rsidR="00B87A1A" w:rsidRPr="000A60D4" w:rsidRDefault="00B87A1A">
    <w:pPr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B3"/>
    <w:rsid w:val="000A60D4"/>
    <w:rsid w:val="001327F5"/>
    <w:rsid w:val="001A072D"/>
    <w:rsid w:val="002D348D"/>
    <w:rsid w:val="00300533"/>
    <w:rsid w:val="003510D9"/>
    <w:rsid w:val="00391A0A"/>
    <w:rsid w:val="004946EA"/>
    <w:rsid w:val="005F177C"/>
    <w:rsid w:val="00703FA6"/>
    <w:rsid w:val="00710DAC"/>
    <w:rsid w:val="00725FD7"/>
    <w:rsid w:val="00740976"/>
    <w:rsid w:val="00751768"/>
    <w:rsid w:val="007907C6"/>
    <w:rsid w:val="00892546"/>
    <w:rsid w:val="009065D1"/>
    <w:rsid w:val="00977608"/>
    <w:rsid w:val="009B1D13"/>
    <w:rsid w:val="009E619C"/>
    <w:rsid w:val="00A21066"/>
    <w:rsid w:val="00B10207"/>
    <w:rsid w:val="00B87A1A"/>
    <w:rsid w:val="00D06CA6"/>
    <w:rsid w:val="00DC70AA"/>
    <w:rsid w:val="00E46CB8"/>
    <w:rsid w:val="00E556FA"/>
    <w:rsid w:val="00EC0DC4"/>
    <w:rsid w:val="00EE21B3"/>
    <w:rsid w:val="00F0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04EB93"/>
  <w15:chartTrackingRefBased/>
  <w15:docId w15:val="{9836A1E8-03FB-4A43-B367-FFB211E3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DC4"/>
    <w:pPr>
      <w:spacing w:after="0" w:line="240" w:lineRule="auto"/>
    </w:pPr>
    <w:rPr>
      <w:rFonts w:ascii="Verdana" w:hAnsi="Verdan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D348D"/>
  </w:style>
  <w:style w:type="paragraph" w:styleId="Piedepgina">
    <w:name w:val="footer"/>
    <w:basedOn w:val="Normal"/>
    <w:link w:val="PiedepginaCar"/>
    <w:uiPriority w:val="99"/>
    <w:unhideWhenUsed/>
    <w:rsid w:val="002D34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48D"/>
  </w:style>
  <w:style w:type="character" w:styleId="Hipervnculo">
    <w:name w:val="Hyperlink"/>
    <w:basedOn w:val="Fuentedeprrafopredeter"/>
    <w:uiPriority w:val="99"/>
    <w:semiHidden/>
    <w:unhideWhenUsed/>
    <w:rsid w:val="00EE21B3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F02AE0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i/>
      <w:kern w:val="0"/>
      <w:sz w:val="20"/>
      <w:szCs w:val="20"/>
      <w:lang w:eastAsia="ar-SA"/>
      <w14:ligatures w14:val="none"/>
    </w:rPr>
  </w:style>
  <w:style w:type="table" w:styleId="Tablaconcuadrcula">
    <w:name w:val="Table Grid"/>
    <w:basedOn w:val="Tablanormal"/>
    <w:unhideWhenUsed/>
    <w:rsid w:val="00F02AE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C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B1D13"/>
    <w:pPr>
      <w:widowControl w:val="0"/>
      <w:autoSpaceDE w:val="0"/>
      <w:autoSpaceDN w:val="0"/>
    </w:pPr>
    <w:rPr>
      <w:rFonts w:eastAsia="Verdana" w:cs="Verdana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ana\Documents\TrabajoCGN\DocumentosSGC\20230924%20Plantilla%20generaci&#243;n%20procedimient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FC3F-4B2A-43F9-A0D0-27935990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20230924 Plantilla generación procedimientos</Template>
  <TotalTime>1</TotalTime>
  <Pages>2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ADRIANA CALLEJAS ACEVEDO</cp:lastModifiedBy>
  <cp:revision>2</cp:revision>
  <dcterms:created xsi:type="dcterms:W3CDTF">2024-09-10T14:44:00Z</dcterms:created>
  <dcterms:modified xsi:type="dcterms:W3CDTF">2024-09-10T14:44:00Z</dcterms:modified>
</cp:coreProperties>
</file>